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A0B" w:rsidRDefault="00FA292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714375</wp:posOffset>
                </wp:positionH>
                <wp:positionV relativeFrom="paragraph">
                  <wp:posOffset>2400300</wp:posOffset>
                </wp:positionV>
                <wp:extent cx="3315970" cy="5214620"/>
                <wp:effectExtent l="0" t="0" r="0" b="5080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5970" cy="521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04C" w:rsidRPr="00FA292C" w:rsidRDefault="00FA292C" w:rsidP="00DB7A15">
                            <w:pPr>
                              <w:pStyle w:val="companyname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La </w:t>
                            </w:r>
                            <w:proofErr w:type="spellStart"/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>Società</w:t>
                            </w:r>
                            <w:proofErr w:type="spellEnd"/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>Onoraria</w:t>
                            </w:r>
                            <w:proofErr w:type="spellEnd"/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A292C">
                              <w:rPr>
                                <w:b/>
                                <w:sz w:val="32"/>
                                <w:szCs w:val="32"/>
                              </w:rPr>
                              <w:t>Italica</w:t>
                            </w:r>
                            <w:proofErr w:type="spellEnd"/>
                          </w:p>
                          <w:p w:rsidR="006E304C" w:rsidRPr="00FA292C" w:rsidRDefault="00BC7669" w:rsidP="00DB7A15">
                            <w:pPr>
                              <w:pStyle w:val="companyname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FA292C">
                              <w:rPr>
                                <w:sz w:val="24"/>
                                <w:szCs w:val="24"/>
                              </w:rPr>
                              <w:t>c</w:t>
                            </w:r>
                            <w:r w:rsidR="008F446B" w:rsidRPr="00FA292C">
                              <w:rPr>
                                <w:sz w:val="24"/>
                                <w:szCs w:val="24"/>
                              </w:rPr>
                              <w:t>ordially</w:t>
                            </w:r>
                            <w:proofErr w:type="gramEnd"/>
                            <w:r w:rsidR="008F446B" w:rsidRPr="00FA292C">
                              <w:rPr>
                                <w:sz w:val="24"/>
                                <w:szCs w:val="24"/>
                              </w:rPr>
                              <w:t xml:space="preserve"> invites you to o</w:t>
                            </w:r>
                            <w:r w:rsidR="006E304C" w:rsidRPr="00FA292C">
                              <w:rPr>
                                <w:sz w:val="24"/>
                                <w:szCs w:val="24"/>
                              </w:rPr>
                              <w:t>ur</w:t>
                            </w:r>
                          </w:p>
                          <w:p w:rsidR="00FA292C" w:rsidRDefault="00FA292C" w:rsidP="00FA292C">
                            <w:pPr>
                              <w:pStyle w:val="Heading1"/>
                            </w:pPr>
                            <w:r w:rsidRPr="00FA292C">
                              <w:t>Italian National Honor Society Induction Ceremony</w:t>
                            </w:r>
                          </w:p>
                          <w:p w:rsidR="006E304C" w:rsidRPr="00FA292C" w:rsidRDefault="00FA292C" w:rsidP="00FA292C">
                            <w:pPr>
                              <w:pStyle w:val="Heading1"/>
                            </w:pPr>
                            <w:r w:rsidRPr="00FA292C">
                              <w:rPr>
                                <w:sz w:val="28"/>
                                <w:szCs w:val="28"/>
                              </w:rPr>
                              <w:t>Wednesday, November 13</w:t>
                            </w:r>
                          </w:p>
                          <w:p w:rsidR="006E304C" w:rsidRPr="00FA292C" w:rsidRDefault="00FA292C" w:rsidP="00DB7A15">
                            <w:pPr>
                              <w:pStyle w:val="Heading2"/>
                              <w:rPr>
                                <w:sz w:val="28"/>
                                <w:szCs w:val="28"/>
                              </w:rPr>
                            </w:pPr>
                            <w:r w:rsidRPr="00FA292C">
                              <w:rPr>
                                <w:sz w:val="28"/>
                                <w:szCs w:val="28"/>
                              </w:rPr>
                              <w:t>5:45 p.m. to 7</w:t>
                            </w:r>
                            <w:r w:rsidR="006E304C" w:rsidRPr="00FA292C">
                              <w:rPr>
                                <w:sz w:val="28"/>
                                <w:szCs w:val="28"/>
                              </w:rPr>
                              <w:t>:00 p.m.</w:t>
                            </w:r>
                          </w:p>
                          <w:p w:rsidR="00FA292C" w:rsidRPr="00FA292C" w:rsidRDefault="00FA292C" w:rsidP="00FA292C">
                            <w:pPr>
                              <w:rPr>
                                <w:color w:val="4D160F" w:themeColor="accent2" w:themeShade="80"/>
                                <w:sz w:val="28"/>
                                <w:szCs w:val="28"/>
                              </w:rPr>
                            </w:pPr>
                            <w:r w:rsidRPr="00FA292C">
                              <w:rPr>
                                <w:color w:val="4D160F" w:themeColor="accent2" w:themeShade="80"/>
                                <w:sz w:val="28"/>
                                <w:szCs w:val="28"/>
                              </w:rPr>
                              <w:t>In the Bellaire High School Library</w:t>
                            </w:r>
                          </w:p>
                          <w:p w:rsidR="00EA3A33" w:rsidRPr="00454925" w:rsidRDefault="00EA3A33" w:rsidP="00175A52">
                            <w:pPr>
                              <w:rPr>
                                <w:rFonts w:asciiTheme="majorHAnsi" w:hAnsiTheme="majorHAnsi"/>
                                <w:color w:val="4D160F" w:themeColor="accent2" w:themeShade="80"/>
                              </w:rPr>
                            </w:pPr>
                          </w:p>
                          <w:p w:rsidR="006E304C" w:rsidRPr="00DB7A15" w:rsidRDefault="006E304C" w:rsidP="00DB7A15">
                            <w:pPr>
                              <w:pStyle w:val="PartyInformation"/>
                            </w:pPr>
                            <w:r w:rsidRPr="00DB7A15">
                              <w:t xml:space="preserve">345 3rd Street, Red Suite, </w:t>
                            </w:r>
                            <w:r w:rsidRPr="00DB7A15">
                              <w:br/>
                              <w:t>A</w:t>
                            </w:r>
                            <w:r w:rsidR="00121A2F">
                              <w:t>rl</w:t>
                            </w:r>
                            <w:r w:rsidRPr="00DB7A15">
                              <w:t>ington, Washington</w:t>
                            </w:r>
                          </w:p>
                          <w:p w:rsidR="006E304C" w:rsidRPr="00454925" w:rsidRDefault="006E304C" w:rsidP="00DB7A15">
                            <w:pPr>
                              <w:pStyle w:val="PartyInformation-Italic"/>
                            </w:pPr>
                            <w:r w:rsidRPr="00454925">
                              <w:t>Covered parking is available.</w:t>
                            </w:r>
                          </w:p>
                          <w:p w:rsidR="006E304C" w:rsidRPr="00DB7A15" w:rsidRDefault="006E304C" w:rsidP="00463176">
                            <w:pPr>
                              <w:pStyle w:val="PartyInformation"/>
                            </w:pPr>
                            <w:r w:rsidRPr="00DB7A15">
                              <w:t xml:space="preserve">Please R.S.V.P. by November 23 to </w:t>
                            </w:r>
                            <w:r w:rsidRPr="00DB7A15">
                              <w:br/>
                              <w:t>Stephanie Bourne at</w:t>
                            </w:r>
                            <w:r w:rsidRPr="00DB7A15">
                              <w:br/>
                              <w:t>someone@exam</w:t>
                            </w:r>
                            <w:r w:rsidR="00E26874" w:rsidRPr="00DB7A15">
                              <w:t xml:space="preserve">ple.com or </w:t>
                            </w:r>
                            <w:r w:rsidR="00E26874" w:rsidRPr="00DB7A15">
                              <w:br/>
                              <w:t>call (242) 555-0177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6.25pt;margin-top:189pt;width:261.1pt;height:41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Jqx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" filled="f" stroked="f">
                <v:textbox>
                  <w:txbxContent>
                    <w:p w:rsidR="006E304C" w:rsidRPr="00FA292C" w:rsidRDefault="00FA292C" w:rsidP="00DB7A15">
                      <w:pPr>
                        <w:pStyle w:val="companyname"/>
                        <w:rPr>
                          <w:b/>
                          <w:sz w:val="32"/>
                          <w:szCs w:val="32"/>
                        </w:rPr>
                      </w:pPr>
                      <w:r w:rsidRPr="00FA292C">
                        <w:rPr>
                          <w:b/>
                          <w:sz w:val="32"/>
                          <w:szCs w:val="32"/>
                        </w:rPr>
                        <w:t xml:space="preserve">La </w:t>
                      </w:r>
                      <w:proofErr w:type="spellStart"/>
                      <w:r w:rsidRPr="00FA292C">
                        <w:rPr>
                          <w:b/>
                          <w:sz w:val="32"/>
                          <w:szCs w:val="32"/>
                        </w:rPr>
                        <w:t>Società</w:t>
                      </w:r>
                      <w:proofErr w:type="spellEnd"/>
                      <w:r w:rsidRPr="00FA292C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A292C">
                        <w:rPr>
                          <w:b/>
                          <w:sz w:val="32"/>
                          <w:szCs w:val="32"/>
                        </w:rPr>
                        <w:t>Onoraria</w:t>
                      </w:r>
                      <w:proofErr w:type="spellEnd"/>
                      <w:r w:rsidRPr="00FA292C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A292C">
                        <w:rPr>
                          <w:b/>
                          <w:sz w:val="32"/>
                          <w:szCs w:val="32"/>
                        </w:rPr>
                        <w:t>Italica</w:t>
                      </w:r>
                      <w:proofErr w:type="spellEnd"/>
                    </w:p>
                    <w:p w:rsidR="006E304C" w:rsidRPr="00FA292C" w:rsidRDefault="00BC7669" w:rsidP="00DB7A15">
                      <w:pPr>
                        <w:pStyle w:val="companyname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FA292C">
                        <w:rPr>
                          <w:sz w:val="24"/>
                          <w:szCs w:val="24"/>
                        </w:rPr>
                        <w:t>c</w:t>
                      </w:r>
                      <w:r w:rsidR="008F446B" w:rsidRPr="00FA292C">
                        <w:rPr>
                          <w:sz w:val="24"/>
                          <w:szCs w:val="24"/>
                        </w:rPr>
                        <w:t>ordially</w:t>
                      </w:r>
                      <w:proofErr w:type="gramEnd"/>
                      <w:r w:rsidR="008F446B" w:rsidRPr="00FA292C">
                        <w:rPr>
                          <w:sz w:val="24"/>
                          <w:szCs w:val="24"/>
                        </w:rPr>
                        <w:t xml:space="preserve"> invites you to o</w:t>
                      </w:r>
                      <w:r w:rsidR="006E304C" w:rsidRPr="00FA292C">
                        <w:rPr>
                          <w:sz w:val="24"/>
                          <w:szCs w:val="24"/>
                        </w:rPr>
                        <w:t>ur</w:t>
                      </w:r>
                    </w:p>
                    <w:p w:rsidR="00FA292C" w:rsidRDefault="00FA292C" w:rsidP="00FA292C">
                      <w:pPr>
                        <w:pStyle w:val="Heading1"/>
                      </w:pPr>
                      <w:r w:rsidRPr="00FA292C">
                        <w:t>Italian National Honor Society Induction Ceremony</w:t>
                      </w:r>
                    </w:p>
                    <w:p w:rsidR="006E304C" w:rsidRPr="00FA292C" w:rsidRDefault="00FA292C" w:rsidP="00FA292C">
                      <w:pPr>
                        <w:pStyle w:val="Heading1"/>
                      </w:pPr>
                      <w:r w:rsidRPr="00FA292C">
                        <w:rPr>
                          <w:sz w:val="28"/>
                          <w:szCs w:val="28"/>
                        </w:rPr>
                        <w:t>Wednesday, November 13</w:t>
                      </w:r>
                    </w:p>
                    <w:p w:rsidR="006E304C" w:rsidRPr="00FA292C" w:rsidRDefault="00FA292C" w:rsidP="00DB7A15">
                      <w:pPr>
                        <w:pStyle w:val="Heading2"/>
                        <w:rPr>
                          <w:sz w:val="28"/>
                          <w:szCs w:val="28"/>
                        </w:rPr>
                      </w:pPr>
                      <w:r w:rsidRPr="00FA292C">
                        <w:rPr>
                          <w:sz w:val="28"/>
                          <w:szCs w:val="28"/>
                        </w:rPr>
                        <w:t>5:45 p.m. to 7</w:t>
                      </w:r>
                      <w:r w:rsidR="006E304C" w:rsidRPr="00FA292C">
                        <w:rPr>
                          <w:sz w:val="28"/>
                          <w:szCs w:val="28"/>
                        </w:rPr>
                        <w:t>:00 p.m.</w:t>
                      </w:r>
                    </w:p>
                    <w:p w:rsidR="00FA292C" w:rsidRPr="00FA292C" w:rsidRDefault="00FA292C" w:rsidP="00FA292C">
                      <w:pPr>
                        <w:rPr>
                          <w:color w:val="4D160F" w:themeColor="accent2" w:themeShade="80"/>
                          <w:sz w:val="28"/>
                          <w:szCs w:val="28"/>
                        </w:rPr>
                      </w:pPr>
                      <w:r w:rsidRPr="00FA292C">
                        <w:rPr>
                          <w:color w:val="4D160F" w:themeColor="accent2" w:themeShade="80"/>
                          <w:sz w:val="28"/>
                          <w:szCs w:val="28"/>
                        </w:rPr>
                        <w:t>In the Bellaire High School Library</w:t>
                      </w:r>
                    </w:p>
                    <w:p w:rsidR="00EA3A33" w:rsidRPr="00454925" w:rsidRDefault="00EA3A33" w:rsidP="00175A52">
                      <w:pPr>
                        <w:rPr>
                          <w:rFonts w:asciiTheme="majorHAnsi" w:hAnsiTheme="majorHAnsi"/>
                          <w:color w:val="4D160F" w:themeColor="accent2" w:themeShade="80"/>
                        </w:rPr>
                      </w:pPr>
                    </w:p>
                    <w:p w:rsidR="006E304C" w:rsidRPr="00DB7A15" w:rsidRDefault="006E304C" w:rsidP="00DB7A15">
                      <w:pPr>
                        <w:pStyle w:val="PartyInformation"/>
                      </w:pPr>
                      <w:r w:rsidRPr="00DB7A15">
                        <w:t xml:space="preserve">345 3rd Street, Red Suite, </w:t>
                      </w:r>
                      <w:r w:rsidRPr="00DB7A15">
                        <w:br/>
                        <w:t>A</w:t>
                      </w:r>
                      <w:r w:rsidR="00121A2F">
                        <w:t>rl</w:t>
                      </w:r>
                      <w:r w:rsidRPr="00DB7A15">
                        <w:t>ington, Washington</w:t>
                      </w:r>
                    </w:p>
                    <w:p w:rsidR="006E304C" w:rsidRPr="00454925" w:rsidRDefault="006E304C" w:rsidP="00DB7A15">
                      <w:pPr>
                        <w:pStyle w:val="PartyInformation-Italic"/>
                      </w:pPr>
                      <w:r w:rsidRPr="00454925">
                        <w:t>Covered parking is available.</w:t>
                      </w:r>
                    </w:p>
                    <w:p w:rsidR="006E304C" w:rsidRPr="00DB7A15" w:rsidRDefault="006E304C" w:rsidP="00463176">
                      <w:pPr>
                        <w:pStyle w:val="PartyInformation"/>
                      </w:pPr>
                      <w:r w:rsidRPr="00DB7A15">
                        <w:t xml:space="preserve">Please R.S.V.P. by November 23 to </w:t>
                      </w:r>
                      <w:r w:rsidRPr="00DB7A15">
                        <w:br/>
                        <w:t>Stephanie Bourne at</w:t>
                      </w:r>
                      <w:r w:rsidRPr="00DB7A15">
                        <w:br/>
                        <w:t>someone@exam</w:t>
                      </w:r>
                      <w:r w:rsidR="00E26874" w:rsidRPr="00DB7A15">
                        <w:t xml:space="preserve">ple.com or </w:t>
                      </w:r>
                      <w:r w:rsidR="00E26874" w:rsidRPr="00DB7A15">
                        <w:br/>
                        <w:t>call (242) 555-0177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39" behindDoc="1" locked="0" layoutInCell="0" allowOverlap="1">
                <wp:simplePos x="0" y="0"/>
                <wp:positionH relativeFrom="page">
                  <wp:posOffset>826770</wp:posOffset>
                </wp:positionH>
                <wp:positionV relativeFrom="page">
                  <wp:posOffset>873760</wp:posOffset>
                </wp:positionV>
                <wp:extent cx="6078855" cy="836549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8855" cy="8365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10BD" w:rsidRDefault="005C10BD" w:rsidP="005C10B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067471" cy="10058400"/>
                                  <wp:effectExtent l="19050" t="0" r="0" b="0"/>
                                  <wp:docPr id="7" name="Picture 1" descr="C:\Users\allyh.REDMOND\Pictures\Microsoft Clip Organizer\j040937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allyh.REDMOND\Pictures\Microsoft Clip Organizer\j040937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067471" cy="10058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65.1pt;margin-top:68.8pt;width:478.65pt;height:658.7pt;z-index:-2516623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SY8vAIAAMI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" o:allowincell="f" filled="f" stroked="f">
                <v:textbox>
                  <w:txbxContent>
                    <w:p w:rsidR="005C10BD" w:rsidRDefault="005C10BD" w:rsidP="005C10BD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067471" cy="10058400"/>
                            <wp:effectExtent l="19050" t="0" r="0" b="0"/>
                            <wp:docPr id="7" name="Picture 1" descr="C:\Users\allyh.REDMOND\Pictures\Microsoft Clip Organizer\j040937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allyh.REDMOND\Pictures\Microsoft Clip Organizer\j040937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067471" cy="10058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1" locked="0" layoutInCell="0" allowOverlap="1">
                <wp:simplePos x="0" y="0"/>
                <wp:positionH relativeFrom="page">
                  <wp:posOffset>635635</wp:posOffset>
                </wp:positionH>
                <wp:positionV relativeFrom="page">
                  <wp:posOffset>759460</wp:posOffset>
                </wp:positionV>
                <wp:extent cx="6504305" cy="8719185"/>
                <wp:effectExtent l="0" t="0" r="381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4305" cy="8719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568" w:rsidRDefault="00461DA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239268" cy="8498418"/>
                                  <wp:effectExtent l="19050" t="0" r="9132" b="0"/>
                                  <wp:docPr id="2" name="Picture 1" descr="ornamentborder2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rnamentborder2.p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39268" cy="84984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50.05pt;margin-top:59.8pt;width:512.15pt;height:686.55pt;z-index:-2516613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p4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" o:allowincell="f" filled="f" stroked="f">
                <v:textbox>
                  <w:txbxContent>
                    <w:p w:rsidR="00994568" w:rsidRDefault="00461DA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239268" cy="8498418"/>
                            <wp:effectExtent l="19050" t="0" r="9132" b="0"/>
                            <wp:docPr id="2" name="Picture 1" descr="ornamentborder2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rnamentborder2.p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39268" cy="849841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32A0B" w:rsidSect="00132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2C"/>
    <w:rsid w:val="000B0E70"/>
    <w:rsid w:val="00121A2F"/>
    <w:rsid w:val="00132A0B"/>
    <w:rsid w:val="00175A52"/>
    <w:rsid w:val="00184C1B"/>
    <w:rsid w:val="00215839"/>
    <w:rsid w:val="002C260C"/>
    <w:rsid w:val="00354966"/>
    <w:rsid w:val="003A16AD"/>
    <w:rsid w:val="00454925"/>
    <w:rsid w:val="00461DA6"/>
    <w:rsid w:val="00463176"/>
    <w:rsid w:val="0057107E"/>
    <w:rsid w:val="005C10BD"/>
    <w:rsid w:val="005F31E6"/>
    <w:rsid w:val="006647AD"/>
    <w:rsid w:val="00674D41"/>
    <w:rsid w:val="00696D74"/>
    <w:rsid w:val="006E2801"/>
    <w:rsid w:val="006E304C"/>
    <w:rsid w:val="007301E7"/>
    <w:rsid w:val="007C3634"/>
    <w:rsid w:val="0084409D"/>
    <w:rsid w:val="008570B4"/>
    <w:rsid w:val="008F446B"/>
    <w:rsid w:val="00967B8B"/>
    <w:rsid w:val="009924C5"/>
    <w:rsid w:val="00994568"/>
    <w:rsid w:val="00A30828"/>
    <w:rsid w:val="00A36E63"/>
    <w:rsid w:val="00B26F11"/>
    <w:rsid w:val="00B57D67"/>
    <w:rsid w:val="00B71EA9"/>
    <w:rsid w:val="00B9069A"/>
    <w:rsid w:val="00BC7669"/>
    <w:rsid w:val="00C83BFD"/>
    <w:rsid w:val="00CA0436"/>
    <w:rsid w:val="00D248ED"/>
    <w:rsid w:val="00D35593"/>
    <w:rsid w:val="00D95B79"/>
    <w:rsid w:val="00DB7A15"/>
    <w:rsid w:val="00E26874"/>
    <w:rsid w:val="00EA3A33"/>
    <w:rsid w:val="00FA032C"/>
    <w:rsid w:val="00FA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,#c2d69b"/>
    </o:shapedefaults>
    <o:shapelayout v:ext="edit">
      <o:idmap v:ext="edit" data="1"/>
    </o:shapelayout>
  </w:shapeDefaults>
  <w:decimalSymbol w:val="."/>
  <w:listSeparator w:val=","/>
  <w15:docId w15:val="{3F4E0C16-1AF5-4ED2-9CC7-2B709C6F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04C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qFormat/>
    <w:rsid w:val="00DB7A15"/>
    <w:pPr>
      <w:spacing w:before="120" w:after="120" w:line="204" w:lineRule="auto"/>
      <w:ind w:left="-144"/>
      <w:outlineLvl w:val="0"/>
    </w:pPr>
    <w:rPr>
      <w:rFonts w:asciiTheme="majorHAnsi" w:hAnsiTheme="majorHAnsi"/>
      <w:color w:val="4D160F" w:themeColor="accent2" w:themeShade="80"/>
      <w:sz w:val="96"/>
      <w:szCs w:val="96"/>
    </w:rPr>
  </w:style>
  <w:style w:type="paragraph" w:styleId="Heading2">
    <w:name w:val="heading 2"/>
    <w:basedOn w:val="Normal"/>
    <w:next w:val="Normal"/>
    <w:link w:val="Heading2Char"/>
    <w:qFormat/>
    <w:rsid w:val="00DB7A15"/>
    <w:pPr>
      <w:outlineLvl w:val="1"/>
    </w:pPr>
    <w:rPr>
      <w:rFonts w:asciiTheme="majorHAnsi" w:hAnsiTheme="majorHAnsi"/>
      <w:color w:val="4D160F" w:themeColor="accent2" w:themeShade="8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2C260C"/>
    <w:pPr>
      <w:outlineLvl w:val="2"/>
    </w:pPr>
    <w:rPr>
      <w:rFonts w:ascii="Trebuchet MS" w:eastAsia="Times New Roman" w:hAnsi="Trebuchet MS" w:cs="Times New Roman"/>
      <w:caps/>
      <w:color w:val="D9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A15"/>
    <w:rPr>
      <w:rFonts w:asciiTheme="majorHAnsi" w:hAnsiTheme="majorHAnsi"/>
      <w:color w:val="4D160F" w:themeColor="accent2" w:themeShade="80"/>
      <w:sz w:val="96"/>
      <w:szCs w:val="96"/>
    </w:rPr>
  </w:style>
  <w:style w:type="character" w:customStyle="1" w:styleId="Heading2Char">
    <w:name w:val="Heading 2 Char"/>
    <w:basedOn w:val="DefaultParagraphFont"/>
    <w:link w:val="Heading2"/>
    <w:rsid w:val="00DB7A15"/>
    <w:rPr>
      <w:rFonts w:asciiTheme="majorHAnsi" w:hAnsiTheme="majorHAnsi"/>
      <w:color w:val="4D160F" w:themeColor="accent2" w:themeShade="80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2C260C"/>
    <w:rPr>
      <w:rFonts w:ascii="Trebuchet MS" w:eastAsia="Times New Roman" w:hAnsi="Trebuchet MS" w:cs="Times New Roman"/>
      <w:caps/>
      <w:color w:val="D90000"/>
      <w:sz w:val="28"/>
      <w:szCs w:val="28"/>
    </w:rPr>
  </w:style>
  <w:style w:type="paragraph" w:customStyle="1" w:styleId="companyname">
    <w:name w:val="company name"/>
    <w:basedOn w:val="Normal"/>
    <w:rsid w:val="00463176"/>
    <w:pPr>
      <w:spacing w:after="240"/>
      <w:contextualSpacing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customStyle="1" w:styleId="bold">
    <w:name w:val="bold"/>
    <w:basedOn w:val="Normal"/>
    <w:link w:val="boldChar"/>
    <w:rsid w:val="002C260C"/>
    <w:rPr>
      <w:rFonts w:ascii="Trebuchet MS" w:eastAsia="Times New Roman" w:hAnsi="Trebuchet MS" w:cs="Times New Roman"/>
      <w:b/>
      <w:sz w:val="20"/>
      <w:szCs w:val="20"/>
    </w:rPr>
  </w:style>
  <w:style w:type="character" w:customStyle="1" w:styleId="boldChar">
    <w:name w:val="bold Char"/>
    <w:basedOn w:val="DefaultParagraphFont"/>
    <w:link w:val="bold"/>
    <w:rsid w:val="002C260C"/>
    <w:rPr>
      <w:rFonts w:ascii="Trebuchet MS" w:eastAsia="Times New Roman" w:hAnsi="Trebuchet MS" w:cs="Times New Roman"/>
      <w:b/>
      <w:sz w:val="20"/>
      <w:szCs w:val="20"/>
    </w:rPr>
  </w:style>
  <w:style w:type="paragraph" w:customStyle="1" w:styleId="PartyInformation">
    <w:name w:val="Party Information"/>
    <w:basedOn w:val="Normal"/>
    <w:rsid w:val="00DB7A15"/>
    <w:pPr>
      <w:spacing w:after="240"/>
    </w:pPr>
    <w:rPr>
      <w:rFonts w:asciiTheme="majorHAnsi" w:hAnsiTheme="majorHAnsi"/>
      <w:color w:val="4D160F" w:themeColor="accent2" w:themeShade="8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68"/>
    <w:rPr>
      <w:rFonts w:ascii="Tahoma" w:hAnsi="Tahoma" w:cs="Tahoma"/>
      <w:sz w:val="16"/>
      <w:szCs w:val="16"/>
    </w:rPr>
  </w:style>
  <w:style w:type="paragraph" w:customStyle="1" w:styleId="PartyInformation-Italic">
    <w:name w:val="Party Information - Italic"/>
    <w:basedOn w:val="Normal"/>
    <w:qFormat/>
    <w:rsid w:val="00DB7A15"/>
    <w:pPr>
      <w:spacing w:after="240"/>
    </w:pPr>
    <w:rPr>
      <w:rFonts w:asciiTheme="majorHAnsi" w:hAnsiTheme="majorHAnsi"/>
      <w:i/>
      <w:color w:val="4D160F" w:themeColor="accent2" w:themeShade="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\AppData\Roaming\Microsoft\Templates\Holiday%20party%20invitation%20(for%20business%20event).dotx" TargetMode="External"/></Relationships>
</file>

<file path=word/theme/theme1.xml><?xml version="1.0" encoding="utf-8"?>
<a:theme xmlns:a="http://schemas.openxmlformats.org/drawingml/2006/main" name="Office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50E5D7-B29C-4BA5-B119-5FDE6CFFAA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Holiday party invitation (for business event)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Holiday party invitation (for business event)</dc:title>
  <dc:creator>Ada Alozie</dc:creator>
  <cp:keywords/>
  <cp:lastModifiedBy>Ada Alozie</cp:lastModifiedBy>
  <cp:revision>2</cp:revision>
  <cp:lastPrinted>2007-11-09T18:12:00Z</cp:lastPrinted>
  <dcterms:created xsi:type="dcterms:W3CDTF">2013-11-08T03:01:00Z</dcterms:created>
  <dcterms:modified xsi:type="dcterms:W3CDTF">2013-11-08T03:08:00Z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TC102461789990</vt:lpwstr>
  </property>
</Properties>
</file>